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DB7754" w:rsidR="006E5D65" w:rsidP="002D3375" w:rsidRDefault="00CD6897" w14:paraId="6F7B198C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DB7754" w:rsidR="00D8678B">
        <w:rPr>
          <w:rFonts w:ascii="Corbel" w:hAnsi="Corbel"/>
          <w:bCs/>
          <w:i/>
        </w:rPr>
        <w:t xml:space="preserve">Załącznik nr </w:t>
      </w:r>
      <w:r w:rsidRPr="00DB7754" w:rsidR="006F31E2">
        <w:rPr>
          <w:rFonts w:ascii="Corbel" w:hAnsi="Corbel"/>
          <w:bCs/>
          <w:i/>
        </w:rPr>
        <w:t>1.5</w:t>
      </w:r>
      <w:r w:rsidRPr="00DB7754" w:rsidR="00D8678B">
        <w:rPr>
          <w:rFonts w:ascii="Corbel" w:hAnsi="Corbel"/>
          <w:bCs/>
          <w:i/>
        </w:rPr>
        <w:t xml:space="preserve"> do Zarządzenia</w:t>
      </w:r>
      <w:r w:rsidRPr="00DB7754" w:rsidR="002A22BF">
        <w:rPr>
          <w:rFonts w:ascii="Corbel" w:hAnsi="Corbel"/>
          <w:bCs/>
          <w:i/>
        </w:rPr>
        <w:t xml:space="preserve"> Rektora UR </w:t>
      </w:r>
      <w:r w:rsidRPr="00DB7754">
        <w:rPr>
          <w:rFonts w:ascii="Corbel" w:hAnsi="Corbel"/>
          <w:bCs/>
          <w:i/>
        </w:rPr>
        <w:t xml:space="preserve"> nr </w:t>
      </w:r>
      <w:r w:rsidRPr="00DB7754" w:rsidR="00F17567">
        <w:rPr>
          <w:rFonts w:ascii="Corbel" w:hAnsi="Corbel"/>
          <w:bCs/>
          <w:i/>
        </w:rPr>
        <w:t>12/2019</w:t>
      </w:r>
    </w:p>
    <w:p w:rsidRPr="00DB7754" w:rsidR="0085747A" w:rsidP="009C54AE" w:rsidRDefault="0085747A" w14:paraId="6090044C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B7754">
        <w:rPr>
          <w:rFonts w:ascii="Corbel" w:hAnsi="Corbel"/>
          <w:b/>
          <w:smallCaps/>
          <w:sz w:val="24"/>
          <w:szCs w:val="24"/>
        </w:rPr>
        <w:t>SYLABUS</w:t>
      </w:r>
    </w:p>
    <w:p w:rsidRPr="00DB7754" w:rsidR="00DC6D0C" w:rsidP="0024281D" w:rsidRDefault="0071620A" w14:paraId="1001BBF1" w14:textId="6FE92D41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DB7754">
        <w:rPr>
          <w:rFonts w:ascii="Corbel" w:hAnsi="Corbel"/>
          <w:b/>
          <w:smallCaps/>
          <w:sz w:val="24"/>
          <w:szCs w:val="24"/>
        </w:rPr>
        <w:t>dotyczy cyklu kształcenia</w:t>
      </w:r>
      <w:r w:rsidRPr="00DB7754" w:rsidR="00DC6D0C">
        <w:rPr>
          <w:rFonts w:ascii="Corbel" w:hAnsi="Corbel"/>
          <w:b/>
          <w:smallCaps/>
          <w:sz w:val="24"/>
          <w:szCs w:val="24"/>
        </w:rPr>
        <w:t xml:space="preserve"> 202</w:t>
      </w:r>
      <w:r w:rsidR="00CB4AD4">
        <w:rPr>
          <w:rFonts w:ascii="Corbel" w:hAnsi="Corbel"/>
          <w:b/>
          <w:smallCaps/>
          <w:sz w:val="24"/>
          <w:szCs w:val="24"/>
        </w:rPr>
        <w:t>2</w:t>
      </w:r>
      <w:r w:rsidRPr="00DB7754" w:rsidR="00DC6D0C">
        <w:rPr>
          <w:rFonts w:ascii="Corbel" w:hAnsi="Corbel"/>
          <w:b/>
          <w:smallCaps/>
          <w:sz w:val="24"/>
          <w:szCs w:val="24"/>
        </w:rPr>
        <w:t>-202</w:t>
      </w:r>
      <w:r w:rsidR="00FD3F60">
        <w:rPr>
          <w:rFonts w:ascii="Corbel" w:hAnsi="Corbel"/>
          <w:b/>
          <w:smallCaps/>
          <w:sz w:val="24"/>
          <w:szCs w:val="24"/>
        </w:rPr>
        <w:t>3</w:t>
      </w:r>
    </w:p>
    <w:p w:rsidRPr="00DB7754" w:rsidR="00445970" w:rsidP="00A6195C" w:rsidRDefault="00445970" w14:paraId="1979AFDD" w14:textId="1B8508D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B7754">
        <w:rPr>
          <w:rFonts w:ascii="Corbel" w:hAnsi="Corbel"/>
          <w:sz w:val="20"/>
          <w:szCs w:val="20"/>
        </w:rPr>
        <w:t xml:space="preserve">Rok akademicki </w:t>
      </w:r>
      <w:r w:rsidRPr="00DB7754" w:rsidR="0024281D">
        <w:rPr>
          <w:rFonts w:ascii="Corbel" w:hAnsi="Corbel"/>
          <w:sz w:val="20"/>
          <w:szCs w:val="20"/>
        </w:rPr>
        <w:t>202</w:t>
      </w:r>
      <w:r w:rsidR="001F3DBA">
        <w:rPr>
          <w:rFonts w:ascii="Corbel" w:hAnsi="Corbel"/>
          <w:sz w:val="20"/>
          <w:szCs w:val="20"/>
        </w:rPr>
        <w:t>3</w:t>
      </w:r>
      <w:r w:rsidRPr="00DB7754" w:rsidR="0024281D">
        <w:rPr>
          <w:rFonts w:ascii="Corbel" w:hAnsi="Corbel"/>
          <w:sz w:val="20"/>
          <w:szCs w:val="20"/>
        </w:rPr>
        <w:t>/202</w:t>
      </w:r>
      <w:r w:rsidR="001F3DBA">
        <w:rPr>
          <w:rFonts w:ascii="Corbel" w:hAnsi="Corbel"/>
          <w:sz w:val="20"/>
          <w:szCs w:val="20"/>
        </w:rPr>
        <w:t>4</w:t>
      </w:r>
    </w:p>
    <w:p w:rsidRPr="00DB7754" w:rsidR="0085747A" w:rsidP="009C54AE" w:rsidRDefault="0085747A" w14:paraId="6C5C673B" w14:textId="77777777">
      <w:pPr>
        <w:spacing w:after="0" w:line="240" w:lineRule="auto"/>
        <w:rPr>
          <w:rFonts w:ascii="Corbel" w:hAnsi="Corbel"/>
          <w:sz w:val="20"/>
          <w:szCs w:val="20"/>
        </w:rPr>
      </w:pPr>
    </w:p>
    <w:p w:rsidR="0085747A" w:rsidP="003A71F2" w:rsidRDefault="0085747A" w14:paraId="2FF13A3F" w14:textId="074F00B3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DB7754">
        <w:rPr>
          <w:rFonts w:ascii="Corbel" w:hAnsi="Corbel"/>
          <w:szCs w:val="24"/>
        </w:rPr>
        <w:t xml:space="preserve">Podstawowe </w:t>
      </w:r>
      <w:r w:rsidRPr="00DB7754" w:rsidR="00445970">
        <w:rPr>
          <w:rFonts w:ascii="Corbel" w:hAnsi="Corbel"/>
          <w:szCs w:val="24"/>
        </w:rPr>
        <w:t>informacje o przedmiocie</w:t>
      </w:r>
      <w:r w:rsidR="003A71F2">
        <w:rPr>
          <w:rFonts w:ascii="Corbel" w:hAnsi="Corbel"/>
          <w:szCs w:val="24"/>
        </w:rPr>
        <w:t xml:space="preserve"> </w:t>
      </w:r>
    </w:p>
    <w:p w:rsidRPr="00DB7754" w:rsidR="003A71F2" w:rsidP="003A71F2" w:rsidRDefault="003A71F2" w14:paraId="2E6C2EE0" w14:textId="77777777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DB7754" w:rsidR="0085747A" w:rsidTr="6D3B8E6A" w14:paraId="4F2F33F7" w14:textId="77777777">
        <w:tc>
          <w:tcPr>
            <w:tcW w:w="2694" w:type="dxa"/>
            <w:tcMar/>
            <w:vAlign w:val="center"/>
          </w:tcPr>
          <w:p w:rsidRPr="00DB7754" w:rsidR="0085747A" w:rsidP="009C54AE" w:rsidRDefault="00C05F44" w14:paraId="5454477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DB7754" w:rsidR="0085747A" w:rsidP="009C54AE" w:rsidRDefault="0055221B" w14:paraId="4045C1F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Gry decyzyjne</w:t>
            </w:r>
          </w:p>
        </w:tc>
      </w:tr>
      <w:tr w:rsidRPr="00DB7754" w:rsidR="0085747A" w:rsidTr="6D3B8E6A" w14:paraId="52882BC5" w14:textId="77777777">
        <w:tc>
          <w:tcPr>
            <w:tcW w:w="2694" w:type="dxa"/>
            <w:tcMar/>
            <w:vAlign w:val="center"/>
          </w:tcPr>
          <w:p w:rsidRPr="00DB7754" w:rsidR="0085747A" w:rsidP="009C54AE" w:rsidRDefault="00C05F44" w14:paraId="60E961A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Kod przedmiotu</w:t>
            </w:r>
            <w:r w:rsidRPr="00DB7754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DB7754" w:rsidR="0085747A" w:rsidP="009C54AE" w:rsidRDefault="0055221B" w14:paraId="7453EBC0" w14:textId="1810A2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E/II/EP/C.</w:t>
            </w:r>
            <w:r w:rsidR="00C61305">
              <w:rPr>
                <w:rFonts w:ascii="Corbel" w:hAnsi="Corbel"/>
                <w:b w:val="0"/>
                <w:sz w:val="24"/>
                <w:szCs w:val="24"/>
              </w:rPr>
              <w:t>8</w:t>
            </w:r>
          </w:p>
        </w:tc>
      </w:tr>
      <w:tr w:rsidRPr="00DB7754" w:rsidR="0085747A" w:rsidTr="6D3B8E6A" w14:paraId="3D7DEA99" w14:textId="77777777">
        <w:tc>
          <w:tcPr>
            <w:tcW w:w="2694" w:type="dxa"/>
            <w:tcMar/>
            <w:vAlign w:val="center"/>
          </w:tcPr>
          <w:p w:rsidRPr="00DB7754" w:rsidR="0085747A" w:rsidP="00EA4832" w:rsidRDefault="0017512A" w14:paraId="4D040AB1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N</w:t>
            </w:r>
            <w:r w:rsidRPr="00DB7754" w:rsidR="0085747A">
              <w:rPr>
                <w:rFonts w:ascii="Corbel" w:hAnsi="Corbel"/>
                <w:sz w:val="24"/>
                <w:szCs w:val="24"/>
              </w:rPr>
              <w:t>azwa</w:t>
            </w:r>
            <w:r w:rsidRPr="00DB7754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DB7754" w:rsidR="0085747A" w:rsidP="009C54AE" w:rsidRDefault="0017512A" w14:paraId="2F1B183F" w14:textId="221CD0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DB7754" w:rsidR="0085747A" w:rsidTr="6D3B8E6A" w14:paraId="4D15B7F1" w14:textId="77777777">
        <w:tc>
          <w:tcPr>
            <w:tcW w:w="2694" w:type="dxa"/>
            <w:tcMar/>
            <w:vAlign w:val="center"/>
          </w:tcPr>
          <w:p w:rsidRPr="00DB7754" w:rsidR="0085747A" w:rsidP="009C54AE" w:rsidRDefault="0085747A" w14:paraId="229DD4E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DB7754" w:rsidR="0085747A" w:rsidP="009C54AE" w:rsidRDefault="00A6195C" w14:paraId="1BFCD21F" w14:textId="4070E5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DB7754" w:rsidR="0085747A" w:rsidTr="6D3B8E6A" w14:paraId="61E0BAAC" w14:textId="77777777">
        <w:tc>
          <w:tcPr>
            <w:tcW w:w="2694" w:type="dxa"/>
            <w:tcMar/>
            <w:vAlign w:val="center"/>
          </w:tcPr>
          <w:p w:rsidRPr="00DB7754" w:rsidR="0085747A" w:rsidP="009C54AE" w:rsidRDefault="0085747A" w14:paraId="553E79B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DB7754" w:rsidR="0085747A" w:rsidP="009C54AE" w:rsidRDefault="0055221B" w14:paraId="58D0EB5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DB7754" w:rsidR="0085747A" w:rsidTr="6D3B8E6A" w14:paraId="7F4AE869" w14:textId="77777777">
        <w:tc>
          <w:tcPr>
            <w:tcW w:w="2694" w:type="dxa"/>
            <w:tcMar/>
            <w:vAlign w:val="center"/>
          </w:tcPr>
          <w:p w:rsidRPr="00DB7754" w:rsidR="0085747A" w:rsidP="009C54AE" w:rsidRDefault="00DE4A14" w14:paraId="05664B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DB7754" w:rsidR="0085747A" w:rsidP="009C54AE" w:rsidRDefault="0017512A" w14:paraId="40686080" w14:textId="5F66FC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Pr="00DB7754" w:rsidR="00A6195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DB7754" w:rsidR="0085747A" w:rsidTr="6D3B8E6A" w14:paraId="6F2BED72" w14:textId="77777777">
        <w:tc>
          <w:tcPr>
            <w:tcW w:w="2694" w:type="dxa"/>
            <w:tcMar/>
            <w:vAlign w:val="center"/>
          </w:tcPr>
          <w:p w:rsidRPr="00DB7754" w:rsidR="0085747A" w:rsidP="009C54AE" w:rsidRDefault="0085747A" w14:paraId="77C3032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DB7754" w:rsidR="0085747A" w:rsidP="009C54AE" w:rsidRDefault="0017512A" w14:paraId="0F5C9E2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DB7754" w:rsidR="0085747A" w:rsidTr="6D3B8E6A" w14:paraId="05251037" w14:textId="77777777">
        <w:tc>
          <w:tcPr>
            <w:tcW w:w="2694" w:type="dxa"/>
            <w:tcMar/>
            <w:vAlign w:val="center"/>
          </w:tcPr>
          <w:p w:rsidRPr="00DB7754" w:rsidR="0085747A" w:rsidP="009C54AE" w:rsidRDefault="0085747A" w14:paraId="03411FD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DB7754" w:rsidR="0085747A" w:rsidP="009C54AE" w:rsidRDefault="0017512A" w14:paraId="746FEEB2" w14:textId="0D02C6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DB7754" w:rsidR="0085747A" w:rsidTr="6D3B8E6A" w14:paraId="0F9BBDC6" w14:textId="77777777">
        <w:tc>
          <w:tcPr>
            <w:tcW w:w="2694" w:type="dxa"/>
            <w:tcMar/>
            <w:vAlign w:val="center"/>
          </w:tcPr>
          <w:p w:rsidRPr="00DB7754" w:rsidR="0085747A" w:rsidP="009C54AE" w:rsidRDefault="0085747A" w14:paraId="79EBC79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Rok i semestr</w:t>
            </w:r>
            <w:r w:rsidRPr="00DB7754" w:rsidR="0030395F">
              <w:rPr>
                <w:rFonts w:ascii="Corbel" w:hAnsi="Corbel"/>
                <w:sz w:val="24"/>
                <w:szCs w:val="24"/>
              </w:rPr>
              <w:t>/y</w:t>
            </w:r>
            <w:r w:rsidRPr="00DB775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DB7754" w:rsidR="0085747A" w:rsidP="6D3B8E6A" w:rsidRDefault="0055221B" w14:paraId="65552C92" w14:textId="3E4F0D55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D3B8E6A" w:rsidR="0055221B">
              <w:rPr>
                <w:rFonts w:ascii="Corbel" w:hAnsi="Corbel"/>
                <w:b w:val="0"/>
                <w:bCs w:val="0"/>
                <w:sz w:val="24"/>
                <w:szCs w:val="24"/>
              </w:rPr>
              <w:t>II/3</w:t>
            </w:r>
          </w:p>
        </w:tc>
      </w:tr>
      <w:tr w:rsidRPr="00DB7754" w:rsidR="0085747A" w:rsidTr="6D3B8E6A" w14:paraId="41F768A6" w14:textId="77777777">
        <w:tc>
          <w:tcPr>
            <w:tcW w:w="2694" w:type="dxa"/>
            <w:tcMar/>
            <w:vAlign w:val="center"/>
          </w:tcPr>
          <w:p w:rsidRPr="00DB7754" w:rsidR="0085747A" w:rsidP="009C54AE" w:rsidRDefault="0085747A" w14:paraId="64CC1B8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DB7754" w:rsidR="0085747A" w:rsidP="009C54AE" w:rsidRDefault="0017512A" w14:paraId="05484E7B" w14:textId="51FCBE6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Specjalnościow</w:t>
            </w:r>
            <w:r w:rsidRPr="00DB7754" w:rsidR="00A6195C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Pr="00DB7754" w:rsidR="00923D7D" w:rsidTr="6D3B8E6A" w14:paraId="40F8C26E" w14:textId="77777777">
        <w:tc>
          <w:tcPr>
            <w:tcW w:w="2694" w:type="dxa"/>
            <w:tcMar/>
            <w:vAlign w:val="center"/>
          </w:tcPr>
          <w:p w:rsidRPr="00DB7754" w:rsidR="00923D7D" w:rsidP="009C54AE" w:rsidRDefault="00923D7D" w14:paraId="4B76895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DB7754" w:rsidR="00923D7D" w:rsidP="009C54AE" w:rsidRDefault="0055221B" w14:paraId="1D7F8AB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DB7754"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DB7754" w:rsidR="0085747A" w:rsidTr="6D3B8E6A" w14:paraId="4224B447" w14:textId="77777777">
        <w:tc>
          <w:tcPr>
            <w:tcW w:w="2694" w:type="dxa"/>
            <w:tcMar/>
            <w:vAlign w:val="center"/>
          </w:tcPr>
          <w:p w:rsidRPr="00DB7754" w:rsidR="0085747A" w:rsidP="009C54AE" w:rsidRDefault="0085747A" w14:paraId="2247C1C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DB7754" w:rsidR="0085747A" w:rsidP="009C54AE" w:rsidRDefault="0055221B" w14:paraId="35E2355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Pr="00DB7754" w:rsidR="0085747A" w:rsidTr="6D3B8E6A" w14:paraId="3E150249" w14:textId="77777777">
        <w:tc>
          <w:tcPr>
            <w:tcW w:w="2694" w:type="dxa"/>
            <w:tcMar/>
            <w:vAlign w:val="center"/>
          </w:tcPr>
          <w:p w:rsidRPr="00DB7754" w:rsidR="0085747A" w:rsidP="009C54AE" w:rsidRDefault="0085747A" w14:paraId="1524DCB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DB7754" w:rsidR="0085747A" w:rsidP="009C54AE" w:rsidRDefault="0055221B" w14:paraId="42331E0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:rsidRPr="00DB7754" w:rsidR="0085747A" w:rsidP="009C54AE" w:rsidRDefault="0085747A" w14:paraId="47058662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t xml:space="preserve">* </w:t>
      </w:r>
      <w:r w:rsidRPr="00DB7754">
        <w:rPr>
          <w:rFonts w:ascii="Corbel" w:hAnsi="Corbel"/>
          <w:i/>
          <w:sz w:val="24"/>
          <w:szCs w:val="24"/>
        </w:rPr>
        <w:t>-</w:t>
      </w:r>
      <w:r w:rsidRPr="00DB7754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DB7754" w:rsidR="00B90885">
        <w:rPr>
          <w:rFonts w:ascii="Corbel" w:hAnsi="Corbel"/>
          <w:b w:val="0"/>
          <w:sz w:val="24"/>
          <w:szCs w:val="24"/>
        </w:rPr>
        <w:t>e,</w:t>
      </w:r>
      <w:r w:rsidRPr="00DB775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DB7754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DB7754" w:rsidR="0085747A" w:rsidP="009C54AE" w:rsidRDefault="0085747A" w14:paraId="59F2902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t>1.</w:t>
      </w:r>
      <w:r w:rsidRPr="00DB7754" w:rsidR="00E22FBC">
        <w:rPr>
          <w:rFonts w:ascii="Corbel" w:hAnsi="Corbel"/>
          <w:sz w:val="24"/>
          <w:szCs w:val="24"/>
        </w:rPr>
        <w:t>1</w:t>
      </w:r>
      <w:r w:rsidRPr="00DB775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DB7754" w:rsidR="00923D7D" w:rsidP="009C54AE" w:rsidRDefault="00923D7D" w14:paraId="499126D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DB7754" w:rsidR="00015B8F" w:rsidTr="6D3B8E6A" w14:paraId="037135D5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B7754" w:rsidR="00015B8F" w:rsidP="009C54AE" w:rsidRDefault="00015B8F" w14:paraId="608D18C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Semestr</w:t>
            </w:r>
          </w:p>
          <w:p w:rsidRPr="00DB7754" w:rsidR="00015B8F" w:rsidP="009C54AE" w:rsidRDefault="002B5EA0" w14:paraId="1FFC1CA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(</w:t>
            </w:r>
            <w:r w:rsidRPr="00DB7754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B7754" w:rsidR="00015B8F" w:rsidP="009C54AE" w:rsidRDefault="00015B8F" w14:paraId="25E3F96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B7754" w:rsidR="00015B8F" w:rsidP="009C54AE" w:rsidRDefault="00015B8F" w14:paraId="35E3A9E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B7754" w:rsidR="00015B8F" w:rsidP="009C54AE" w:rsidRDefault="00015B8F" w14:paraId="79F8DE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B7754" w:rsidR="00015B8F" w:rsidP="009C54AE" w:rsidRDefault="00015B8F" w14:paraId="5B89266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B7754" w:rsidR="00015B8F" w:rsidP="009C54AE" w:rsidRDefault="00015B8F" w14:paraId="37944BD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B7754" w:rsidR="00015B8F" w:rsidP="009C54AE" w:rsidRDefault="00015B8F" w14:paraId="4F2D3C1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B7754" w:rsidR="00015B8F" w:rsidP="009C54AE" w:rsidRDefault="00015B8F" w14:paraId="1566E37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B7754" w:rsidR="00015B8F" w:rsidP="009C54AE" w:rsidRDefault="00015B8F" w14:paraId="273062E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B7754" w:rsidR="00015B8F" w:rsidP="009C54AE" w:rsidRDefault="00015B8F" w14:paraId="064E431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B7754">
              <w:rPr>
                <w:rFonts w:ascii="Corbel" w:hAnsi="Corbel"/>
                <w:b/>
                <w:szCs w:val="24"/>
              </w:rPr>
              <w:t>Liczba pkt</w:t>
            </w:r>
            <w:r w:rsidRPr="00DB7754" w:rsidR="00B90885">
              <w:rPr>
                <w:rFonts w:ascii="Corbel" w:hAnsi="Corbel"/>
                <w:b/>
                <w:szCs w:val="24"/>
              </w:rPr>
              <w:t>.</w:t>
            </w:r>
            <w:r w:rsidRPr="00DB775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DB7754" w:rsidR="00015B8F" w:rsidTr="6D3B8E6A" w14:paraId="68A89EC0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B7754" w:rsidR="00015B8F" w:rsidP="009C54AE" w:rsidRDefault="0004695F" w14:paraId="292AE9BF" w14:textId="443E48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D3B8E6A" w:rsidR="6D3B8E6A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B7754" w:rsidR="00015B8F" w:rsidP="009C54AE" w:rsidRDefault="00015B8F" w14:paraId="6E56152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B7754" w:rsidR="00015B8F" w:rsidP="009C54AE" w:rsidRDefault="00E51F0A" w14:paraId="7776986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B7754" w:rsidR="00015B8F" w:rsidP="009C54AE" w:rsidRDefault="00015B8F" w14:paraId="1BC10DB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B7754" w:rsidR="00015B8F" w:rsidP="009C54AE" w:rsidRDefault="00015B8F" w14:paraId="58381A2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B7754" w:rsidR="00015B8F" w:rsidP="009C54AE" w:rsidRDefault="00015B8F" w14:paraId="7B4FD02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B7754" w:rsidR="00015B8F" w:rsidP="009C54AE" w:rsidRDefault="00015B8F" w14:paraId="3FF1A31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B7754" w:rsidR="00015B8F" w:rsidP="009C54AE" w:rsidRDefault="00015B8F" w14:paraId="340B70D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B7754" w:rsidR="00015B8F" w:rsidP="009C54AE" w:rsidRDefault="00015B8F" w14:paraId="35F5CC9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B7754" w:rsidR="00015B8F" w:rsidP="009C54AE" w:rsidRDefault="00E51F0A" w14:paraId="31B7865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DB7754" w:rsidR="00923D7D" w:rsidP="009C54AE" w:rsidRDefault="00923D7D" w14:paraId="34812586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DB7754" w:rsidR="0085747A" w:rsidP="00F83B28" w:rsidRDefault="0085747A" w14:paraId="5989621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>1.</w:t>
      </w:r>
      <w:r w:rsidRPr="00DB7754" w:rsidR="00E22FBC">
        <w:rPr>
          <w:rFonts w:ascii="Corbel" w:hAnsi="Corbel"/>
          <w:smallCaps w:val="0"/>
          <w:szCs w:val="24"/>
        </w:rPr>
        <w:t>2</w:t>
      </w:r>
      <w:r w:rsidRPr="00DB7754" w:rsidR="00F83B28">
        <w:rPr>
          <w:rFonts w:ascii="Corbel" w:hAnsi="Corbel"/>
          <w:smallCaps w:val="0"/>
          <w:szCs w:val="24"/>
        </w:rPr>
        <w:t>.</w:t>
      </w:r>
      <w:r w:rsidRPr="00DB7754" w:rsidR="00F83B28">
        <w:rPr>
          <w:rFonts w:ascii="Corbel" w:hAnsi="Corbel"/>
          <w:smallCaps w:val="0"/>
          <w:szCs w:val="24"/>
        </w:rPr>
        <w:tab/>
      </w:r>
      <w:r w:rsidRPr="00DB7754">
        <w:rPr>
          <w:rFonts w:ascii="Corbel" w:hAnsi="Corbel"/>
          <w:smallCaps w:val="0"/>
          <w:szCs w:val="24"/>
        </w:rPr>
        <w:t xml:space="preserve">Sposób realizacji zajęć  </w:t>
      </w:r>
    </w:p>
    <w:p w:rsidRPr="00DB7754" w:rsidR="00A6195C" w:rsidP="00A6195C" w:rsidRDefault="00A6195C" w14:paraId="4EA7CC3D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name="_Hlk57061323" w:id="0"/>
      <w:bookmarkStart w:name="_Hlk57004889" w:id="1"/>
      <w:r w:rsidRPr="00DB7754">
        <w:rPr>
          <w:rFonts w:ascii="Wingdings" w:hAnsi="Wingdings" w:eastAsia="Wingdings" w:cs="Wingdings"/>
          <w:b w:val="0"/>
          <w:smallCaps w:val="0"/>
          <w:position w:val="-4"/>
          <w:sz w:val="28"/>
          <w:szCs w:val="28"/>
        </w:rPr>
        <w:t></w:t>
      </w:r>
      <w:r w:rsidRPr="00DB7754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DB7754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:rsidRPr="00DB7754" w:rsidR="00A6195C" w:rsidP="00A6195C" w:rsidRDefault="00A6195C" w14:paraId="16531283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B7754">
        <w:rPr>
          <w:rFonts w:hint="eastAsia" w:ascii="MS Gothic" w:hAnsi="MS Gothic" w:eastAsia="MS Gothic" w:cs="MS Gothic"/>
          <w:b w:val="0"/>
          <w:szCs w:val="24"/>
        </w:rPr>
        <w:t>☐</w:t>
      </w:r>
      <w:r w:rsidRPr="00DB775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:rsidRPr="00DB7754" w:rsidR="0085747A" w:rsidP="009C54AE" w:rsidRDefault="0085747A" w14:paraId="4F3DA81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DB7754" w:rsidR="00E22FBC" w:rsidP="00F83B28" w:rsidRDefault="00E22FBC" w14:paraId="0B6667D4" w14:textId="3E62B29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1.3 </w:t>
      </w:r>
      <w:r w:rsidRPr="00DB7754" w:rsidR="00F83B28">
        <w:rPr>
          <w:rFonts w:ascii="Corbel" w:hAnsi="Corbel"/>
          <w:smallCaps w:val="0"/>
          <w:szCs w:val="24"/>
        </w:rPr>
        <w:tab/>
      </w:r>
      <w:r w:rsidRPr="00DB7754">
        <w:rPr>
          <w:rFonts w:ascii="Corbel" w:hAnsi="Corbel"/>
          <w:smallCaps w:val="0"/>
          <w:szCs w:val="24"/>
        </w:rPr>
        <w:t>For</w:t>
      </w:r>
      <w:r w:rsidRPr="00DB7754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DB7754">
        <w:rPr>
          <w:rFonts w:ascii="Corbel" w:hAnsi="Corbel"/>
          <w:smallCaps w:val="0"/>
          <w:szCs w:val="24"/>
        </w:rPr>
        <w:t xml:space="preserve">(z toku) </w:t>
      </w:r>
      <w:r w:rsidRPr="00DB775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DB7754" w:rsidR="00E51F0A" w:rsidP="00A6195C" w:rsidRDefault="003A71F2" w14:paraId="7CB3F17B" w14:textId="74D03B2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DB7754" w:rsidR="00E51F0A">
        <w:rPr>
          <w:rFonts w:ascii="Corbel" w:hAnsi="Corbel"/>
          <w:b w:val="0"/>
          <w:smallCaps w:val="0"/>
          <w:szCs w:val="24"/>
        </w:rPr>
        <w:t xml:space="preserve">aliczenie z oceną </w:t>
      </w:r>
    </w:p>
    <w:p w:rsidRPr="00DB7754" w:rsidR="00E960BB" w:rsidP="009C54AE" w:rsidRDefault="00E960BB" w14:paraId="1E4405C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B7754" w:rsidR="00E960BB" w:rsidP="009C54AE" w:rsidRDefault="0085747A" w14:paraId="329E742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DB775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B7754" w:rsidR="0085747A" w:rsidTr="00745302" w14:paraId="6C0343B0" w14:textId="77777777">
        <w:tc>
          <w:tcPr>
            <w:tcW w:w="9670" w:type="dxa"/>
          </w:tcPr>
          <w:p w:rsidRPr="00DB7754" w:rsidR="0085747A" w:rsidP="009C54AE" w:rsidRDefault="00E51F0A" w14:paraId="03DA628C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:rsidRPr="00DB7754" w:rsidR="00153C41" w:rsidP="009C54AE" w:rsidRDefault="00153C41" w14:paraId="5448A4E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B7754" w:rsidR="0085747A" w:rsidP="009C54AE" w:rsidRDefault="0071620A" w14:paraId="01EC312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DB7754">
        <w:rPr>
          <w:rFonts w:ascii="Corbel" w:hAnsi="Corbel"/>
          <w:szCs w:val="24"/>
        </w:rPr>
        <w:t>3.</w:t>
      </w:r>
      <w:r w:rsidRPr="00DB7754" w:rsidR="00A84C85">
        <w:rPr>
          <w:rFonts w:ascii="Corbel" w:hAnsi="Corbel"/>
          <w:szCs w:val="24"/>
        </w:rPr>
        <w:t>cele, efekty uczenia się</w:t>
      </w:r>
      <w:r w:rsidRPr="00DB775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DB7754" w:rsidR="0085747A" w:rsidP="009C54AE" w:rsidRDefault="0085747A" w14:paraId="5D2768B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B7754" w:rsidR="0085747A" w:rsidP="009C54AE" w:rsidRDefault="0071620A" w14:paraId="4BE8CE08" w14:textId="77777777">
      <w:pPr>
        <w:pStyle w:val="Podpunkty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t xml:space="preserve">3.1 </w:t>
      </w:r>
      <w:r w:rsidRPr="00DB7754" w:rsidR="00C05F44">
        <w:rPr>
          <w:rFonts w:ascii="Corbel" w:hAnsi="Corbel"/>
          <w:sz w:val="24"/>
          <w:szCs w:val="24"/>
        </w:rPr>
        <w:t>Cele przedmiotu</w:t>
      </w:r>
    </w:p>
    <w:p w:rsidRPr="00DB7754" w:rsidR="00F83B28" w:rsidP="009C54AE" w:rsidRDefault="00F83B28" w14:paraId="3D34F76D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DB7754" w:rsidR="00E51F0A" w:rsidTr="00E51F0A" w14:paraId="3F0E594B" w14:textId="77777777">
        <w:tc>
          <w:tcPr>
            <w:tcW w:w="845" w:type="dxa"/>
            <w:vAlign w:val="center"/>
          </w:tcPr>
          <w:p w:rsidRPr="00DB7754" w:rsidR="00E51F0A" w:rsidP="00E51F0A" w:rsidRDefault="00E51F0A" w14:paraId="3404E75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DB7754" w:rsidR="00E51F0A" w:rsidP="00E51F0A" w:rsidRDefault="00E51F0A" w14:paraId="3B2CC1A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</w:p>
        </w:tc>
      </w:tr>
      <w:tr w:rsidRPr="00DB7754" w:rsidR="00E51F0A" w:rsidTr="00E51F0A" w14:paraId="51D28787" w14:textId="77777777">
        <w:tc>
          <w:tcPr>
            <w:tcW w:w="845" w:type="dxa"/>
            <w:vAlign w:val="center"/>
          </w:tcPr>
          <w:p w:rsidRPr="00DB7754" w:rsidR="00E51F0A" w:rsidP="00E51F0A" w:rsidRDefault="00E51F0A" w14:paraId="2484777A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DB7754" w:rsidR="00E51F0A" w:rsidP="00E51F0A" w:rsidRDefault="00E51F0A" w14:paraId="08E8460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</w:p>
        </w:tc>
      </w:tr>
      <w:tr w:rsidRPr="00DB7754" w:rsidR="00E51F0A" w:rsidTr="00E51F0A" w14:paraId="74FFE726" w14:textId="77777777">
        <w:tc>
          <w:tcPr>
            <w:tcW w:w="845" w:type="dxa"/>
            <w:vAlign w:val="center"/>
          </w:tcPr>
          <w:p w:rsidRPr="00DB7754" w:rsidR="00E51F0A" w:rsidP="00E51F0A" w:rsidRDefault="00E51F0A" w14:paraId="14A626D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Pr="00DB7754" w:rsidR="00E51F0A" w:rsidP="00E51F0A" w:rsidRDefault="00E51F0A" w14:paraId="452D46B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</w:p>
        </w:tc>
      </w:tr>
    </w:tbl>
    <w:p w:rsidRPr="00DB7754" w:rsidR="0085747A" w:rsidP="009C54AE" w:rsidRDefault="0085747A" w14:paraId="18538DE0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DB7754" w:rsidR="001D7B54" w:rsidP="009C54AE" w:rsidRDefault="009F4610" w14:paraId="58768199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b/>
          <w:sz w:val="24"/>
          <w:szCs w:val="24"/>
        </w:rPr>
        <w:t xml:space="preserve">3.2 </w:t>
      </w:r>
      <w:r w:rsidRPr="00DB7754" w:rsidR="001D7B54">
        <w:rPr>
          <w:rFonts w:ascii="Corbel" w:hAnsi="Corbel"/>
          <w:b/>
          <w:sz w:val="24"/>
          <w:szCs w:val="24"/>
        </w:rPr>
        <w:t xml:space="preserve">Efekty </w:t>
      </w:r>
      <w:r w:rsidRPr="00DB7754" w:rsidR="00C05F44">
        <w:rPr>
          <w:rFonts w:ascii="Corbel" w:hAnsi="Corbel"/>
          <w:b/>
          <w:sz w:val="24"/>
          <w:szCs w:val="24"/>
        </w:rPr>
        <w:t xml:space="preserve">uczenia się </w:t>
      </w:r>
      <w:r w:rsidRPr="00DB7754" w:rsidR="001D7B54">
        <w:rPr>
          <w:rFonts w:ascii="Corbel" w:hAnsi="Corbel"/>
          <w:b/>
          <w:sz w:val="24"/>
          <w:szCs w:val="24"/>
        </w:rPr>
        <w:t>dla przedmiotu</w:t>
      </w:r>
    </w:p>
    <w:p w:rsidRPr="00DB7754" w:rsidR="001D7B54" w:rsidP="009C54AE" w:rsidRDefault="001D7B54" w14:paraId="55569F6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DB7754" w:rsidR="0085747A" w:rsidTr="19B5B4E6" w14:paraId="4FA560E3" w14:textId="77777777">
        <w:tc>
          <w:tcPr>
            <w:tcW w:w="1681" w:type="dxa"/>
            <w:vAlign w:val="center"/>
          </w:tcPr>
          <w:p w:rsidRPr="00DB7754" w:rsidR="0085747A" w:rsidP="009C54AE" w:rsidRDefault="0085747A" w14:paraId="772DFD9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smallCaps w:val="0"/>
                <w:szCs w:val="24"/>
              </w:rPr>
              <w:t>EK</w:t>
            </w:r>
            <w:r w:rsidRPr="00DB7754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DB7754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DB7754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DB7754" w:rsidR="0085747A" w:rsidP="00C05F44" w:rsidRDefault="0085747A" w14:paraId="3A65AAF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DB7754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DB7754" w:rsidR="0085747A" w:rsidP="00C05F44" w:rsidRDefault="0085747A" w14:paraId="695DD44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DB7754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DB7754" w:rsidR="00E51F0A" w:rsidTr="19B5B4E6" w14:paraId="430E5912" w14:textId="77777777">
        <w:tc>
          <w:tcPr>
            <w:tcW w:w="1681" w:type="dxa"/>
          </w:tcPr>
          <w:p w:rsidRPr="00DB7754" w:rsidR="00E51F0A" w:rsidP="00E51F0A" w:rsidRDefault="00E51F0A" w14:paraId="1682CE0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:rsidRPr="00DB7754" w:rsidR="00E51F0A" w:rsidP="00E51F0A" w:rsidRDefault="00E51F0A" w14:paraId="33272CD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:rsidRPr="00DB7754" w:rsidR="00E51F0A" w:rsidP="00E51F0A" w:rsidRDefault="00E51F0A" w14:paraId="00F06B29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K_W0</w:t>
            </w:r>
            <w:r w:rsidRPr="00DB7754" w:rsidR="0062004D">
              <w:rPr>
                <w:rFonts w:ascii="Corbel" w:hAnsi="Corbel" w:cs="Times New Roman"/>
              </w:rPr>
              <w:t>1</w:t>
            </w:r>
          </w:p>
          <w:p w:rsidRPr="00DB7754" w:rsidR="00E51F0A" w:rsidP="00E51F0A" w:rsidRDefault="00E51F0A" w14:paraId="224BADB5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K_W0</w:t>
            </w:r>
            <w:r w:rsidRPr="00DB7754" w:rsidR="0062004D">
              <w:rPr>
                <w:rFonts w:ascii="Corbel" w:hAnsi="Corbel" w:cs="Times New Roman"/>
              </w:rPr>
              <w:t>3</w:t>
            </w:r>
          </w:p>
          <w:p w:rsidRPr="00DB7754" w:rsidR="00E51F0A" w:rsidP="00E51F0A" w:rsidRDefault="00E51F0A" w14:paraId="4C53B9DE" w14:textId="12137F90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</w:t>
            </w:r>
            <w:r w:rsidRPr="00DB7754" w:rsidR="00A6195C">
              <w:rPr>
                <w:rFonts w:ascii="Corbel" w:hAnsi="Corbel" w:cs="Times New Roman"/>
              </w:rPr>
              <w:t>0</w:t>
            </w:r>
            <w:r w:rsidRPr="00DB7754" w:rsidR="0062004D">
              <w:rPr>
                <w:rFonts w:ascii="Corbel" w:hAnsi="Corbel" w:cs="Times New Roman"/>
              </w:rPr>
              <w:t>5</w:t>
            </w:r>
          </w:p>
        </w:tc>
      </w:tr>
      <w:tr w:rsidRPr="00DB7754" w:rsidR="00E51F0A" w:rsidTr="19B5B4E6" w14:paraId="01571894" w14:textId="77777777">
        <w:tc>
          <w:tcPr>
            <w:tcW w:w="1681" w:type="dxa"/>
          </w:tcPr>
          <w:p w:rsidRPr="00DB7754" w:rsidR="00E51F0A" w:rsidP="00E51F0A" w:rsidRDefault="00E51F0A" w14:paraId="187BDA6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:rsidRPr="00DB7754" w:rsidR="00E51F0A" w:rsidP="00E51F0A" w:rsidRDefault="00E51F0A" w14:paraId="6276C3F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:rsidRPr="00DB7754" w:rsidR="00E51F0A" w:rsidP="00E51F0A" w:rsidRDefault="00E51F0A" w14:paraId="0147A735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K_W0</w:t>
            </w:r>
            <w:r w:rsidRPr="00DB7754" w:rsidR="0062004D">
              <w:rPr>
                <w:rFonts w:ascii="Corbel" w:hAnsi="Corbel" w:cs="Times New Roman"/>
              </w:rPr>
              <w:t>2</w:t>
            </w:r>
          </w:p>
          <w:p w:rsidRPr="00DB7754" w:rsidR="00E51F0A" w:rsidP="00E51F0A" w:rsidRDefault="00E51F0A" w14:paraId="34E647A3" w14:textId="2F6ABDFA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Pr="00DB7754" w:rsidR="00E51F0A" w:rsidTr="19B5B4E6" w14:paraId="0C436198" w14:textId="77777777">
        <w:tc>
          <w:tcPr>
            <w:tcW w:w="1681" w:type="dxa"/>
          </w:tcPr>
          <w:p w:rsidRPr="00DB7754" w:rsidR="00E51F0A" w:rsidP="00E51F0A" w:rsidRDefault="00E51F0A" w14:paraId="0556950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:rsidRPr="00DB7754" w:rsidR="00E51F0A" w:rsidP="00E51F0A" w:rsidRDefault="00E51F0A" w14:paraId="659F488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:rsidRPr="00DB7754" w:rsidR="00E51F0A" w:rsidP="00E51F0A" w:rsidRDefault="00E51F0A" w14:paraId="2AAD513B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K_U01</w:t>
            </w:r>
          </w:p>
          <w:p w:rsidRPr="00DB7754" w:rsidR="00E51F0A" w:rsidP="00FC3850" w:rsidRDefault="00E51F0A" w14:paraId="5612047F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K_U0</w:t>
            </w:r>
            <w:r w:rsidRPr="00DB7754" w:rsidR="0062004D">
              <w:rPr>
                <w:rFonts w:ascii="Corbel" w:hAnsi="Corbel" w:cs="Times New Roman"/>
              </w:rPr>
              <w:t>2</w:t>
            </w:r>
          </w:p>
        </w:tc>
      </w:tr>
      <w:tr w:rsidRPr="00DB7754" w:rsidR="00E51F0A" w:rsidTr="19B5B4E6" w14:paraId="1FC86433" w14:textId="77777777">
        <w:tc>
          <w:tcPr>
            <w:tcW w:w="1681" w:type="dxa"/>
          </w:tcPr>
          <w:p w:rsidRPr="00DB7754" w:rsidR="00E51F0A" w:rsidP="19B5B4E6" w:rsidRDefault="00E51F0A" w14:paraId="1003B573" w14:textId="416327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Pr="00DB7754" w:rsidR="3BEA466A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:rsidRPr="00DB7754" w:rsidR="00E51F0A" w:rsidP="19B5B4E6" w:rsidRDefault="00E51F0A" w14:paraId="7954BD3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:rsidRPr="00DB7754" w:rsidR="00E51F0A" w:rsidP="19B5B4E6" w:rsidRDefault="00E51F0A" w14:paraId="42EBC8E9" w14:textId="1B8DC5E0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K_U0</w:t>
            </w:r>
            <w:r w:rsidR="0061510A">
              <w:rPr>
                <w:rFonts w:ascii="Corbel" w:hAnsi="Corbel" w:cs="Times New Roman"/>
              </w:rPr>
              <w:t>4</w:t>
            </w:r>
          </w:p>
          <w:p w:rsidRPr="00DB7754" w:rsidR="0062004D" w:rsidP="19B5B4E6" w:rsidRDefault="0062004D" w14:paraId="6AFA4F7D" w14:textId="1BFEB7FF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Pr="00DB7754" w:rsidR="19B5B4E6" w:rsidTr="19B5B4E6" w14:paraId="4180F949" w14:textId="77777777">
        <w:tc>
          <w:tcPr>
            <w:tcW w:w="1681" w:type="dxa"/>
          </w:tcPr>
          <w:p w:rsidRPr="00DB7754" w:rsidR="2B66567F" w:rsidP="19B5B4E6" w:rsidRDefault="2B66567F" w14:paraId="1C0072CA" w14:textId="4F9426CC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EK_05</w:t>
            </w:r>
          </w:p>
        </w:tc>
        <w:tc>
          <w:tcPr>
            <w:tcW w:w="5974" w:type="dxa"/>
          </w:tcPr>
          <w:p w:rsidRPr="00DB7754" w:rsidR="2CF94F41" w:rsidP="19B5B4E6" w:rsidRDefault="2CF94F41" w14:paraId="2127307C" w14:textId="7BE744C0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Współdziała w grupie analizując problemy gospodarcze oraz prezentuje wnioski</w:t>
            </w:r>
          </w:p>
        </w:tc>
        <w:tc>
          <w:tcPr>
            <w:tcW w:w="1865" w:type="dxa"/>
          </w:tcPr>
          <w:p w:rsidRPr="00DB7754" w:rsidR="2CF94F41" w:rsidP="19B5B4E6" w:rsidRDefault="2CF94F41" w14:paraId="38CD80E1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K_U11</w:t>
            </w:r>
          </w:p>
          <w:p w:rsidRPr="00DB7754" w:rsidR="2CF94F41" w:rsidP="19B5B4E6" w:rsidRDefault="2CF94F41" w14:paraId="72917D54" w14:textId="019668F5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Pr="00DB7754" w:rsidR="00E51F0A" w:rsidTr="19B5B4E6" w14:paraId="3758343B" w14:textId="77777777">
        <w:tc>
          <w:tcPr>
            <w:tcW w:w="1681" w:type="dxa"/>
          </w:tcPr>
          <w:p w:rsidRPr="00DB7754" w:rsidR="00E51F0A" w:rsidP="19B5B4E6" w:rsidRDefault="00E51F0A" w14:paraId="65B8C0AE" w14:textId="153EFD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Pr="00DB7754" w:rsidR="25A0F6A9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:rsidRPr="00DB7754" w:rsidR="00E51F0A" w:rsidP="19B5B4E6" w:rsidRDefault="00E51F0A" w14:paraId="7BC4D05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:rsidRPr="00DB7754" w:rsidR="00E51F0A" w:rsidP="19B5B4E6" w:rsidRDefault="00E51F0A" w14:paraId="4879807B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K_K01</w:t>
            </w:r>
          </w:p>
          <w:p w:rsidRPr="00DB7754" w:rsidR="00FC3850" w:rsidP="19B5B4E6" w:rsidRDefault="00FC3850" w14:paraId="7842D7A8" w14:textId="72891FDA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</w:tbl>
    <w:p w:rsidRPr="00DB7754" w:rsidR="0062004D" w:rsidP="009C54AE" w:rsidRDefault="0062004D" w14:paraId="4DD87A0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B7754" w:rsidR="0062004D" w:rsidP="009C54AE" w:rsidRDefault="0062004D" w14:paraId="04CD1F2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B7754" w:rsidR="0085747A" w:rsidP="009C54AE" w:rsidRDefault="00675843" w14:paraId="4C31DEA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B7754">
        <w:rPr>
          <w:rFonts w:ascii="Corbel" w:hAnsi="Corbel"/>
          <w:b/>
          <w:sz w:val="24"/>
          <w:szCs w:val="24"/>
        </w:rPr>
        <w:t>3.3</w:t>
      </w:r>
      <w:r w:rsidRPr="00DB7754" w:rsidR="0085747A">
        <w:rPr>
          <w:rFonts w:ascii="Corbel" w:hAnsi="Corbel"/>
          <w:b/>
          <w:sz w:val="24"/>
          <w:szCs w:val="24"/>
        </w:rPr>
        <w:t>T</w:t>
      </w:r>
      <w:r w:rsidRPr="00DB7754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DB7754" w:rsidR="00A6195C" w:rsidP="00A6195C" w:rsidRDefault="00A6195C" w14:paraId="66991DC4" w14:textId="7777777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DB7754" w:rsidR="0085747A" w:rsidP="009C54AE" w:rsidRDefault="0085747A" w14:paraId="43FCEE0A" w14:textId="11117A9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DB7754" w:rsidR="009F4610">
        <w:rPr>
          <w:rFonts w:ascii="Corbel" w:hAnsi="Corbel"/>
          <w:sz w:val="24"/>
          <w:szCs w:val="24"/>
        </w:rPr>
        <w:t xml:space="preserve">, </w:t>
      </w:r>
      <w:r w:rsidRPr="00DB7754">
        <w:rPr>
          <w:rFonts w:ascii="Corbel" w:hAnsi="Corbel"/>
          <w:sz w:val="24"/>
          <w:szCs w:val="24"/>
        </w:rPr>
        <w:t xml:space="preserve">zajęć praktycznych </w:t>
      </w:r>
    </w:p>
    <w:p w:rsidRPr="00DB7754" w:rsidR="0085747A" w:rsidP="009C54AE" w:rsidRDefault="0085747A" w14:paraId="5944CDE6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B7754" w:rsidR="0085747A" w:rsidTr="00E51F0A" w14:paraId="5688182C" w14:textId="77777777">
        <w:tc>
          <w:tcPr>
            <w:tcW w:w="9520" w:type="dxa"/>
          </w:tcPr>
          <w:p w:rsidRPr="00DB7754" w:rsidR="0085747A" w:rsidP="009C54AE" w:rsidRDefault="0085747A" w14:paraId="3F9BC958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DB7754" w:rsidR="00E51F0A" w:rsidTr="00E51F0A" w14:paraId="2969B4BC" w14:textId="77777777">
        <w:tc>
          <w:tcPr>
            <w:tcW w:w="9520" w:type="dxa"/>
          </w:tcPr>
          <w:p w:rsidRPr="00DB7754" w:rsidR="00E51F0A" w:rsidP="00E51F0A" w:rsidRDefault="00E51F0A" w14:paraId="3E143CB5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GRA 1 –  Gorączka złota</w:t>
            </w:r>
            <w:r w:rsidRPr="00DB7754" w:rsidR="00B16D57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DB7754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Pr="00DB7754" w:rsidR="00E51F0A" w:rsidTr="00E51F0A" w14:paraId="6946D7D1" w14:textId="77777777">
        <w:tc>
          <w:tcPr>
            <w:tcW w:w="9520" w:type="dxa"/>
          </w:tcPr>
          <w:p w:rsidRPr="00DB7754" w:rsidR="00E51F0A" w:rsidP="00E51F0A" w:rsidRDefault="00E51F0A" w14:paraId="574766FD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GRA 2 –  Twój czas</w:t>
            </w:r>
            <w:r w:rsidRPr="00DB7754" w:rsidR="00B16D57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DB7754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Pr="00DB7754" w:rsidR="00F948C1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DB775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B7754" w:rsidR="00E51F0A" w:rsidTr="00E51F0A" w14:paraId="69D17DC4" w14:textId="77777777">
        <w:tc>
          <w:tcPr>
            <w:tcW w:w="9520" w:type="dxa"/>
          </w:tcPr>
          <w:p w:rsidRPr="00DB7754" w:rsidR="00E51F0A" w:rsidP="00E51F0A" w:rsidRDefault="00E51F0A" w14:paraId="5DD259F2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GRA 3 – Rybi biznes</w:t>
            </w:r>
            <w:r w:rsidRPr="00DB7754" w:rsidR="00B16D57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DB7754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  <w:tr w:rsidRPr="00DB7754" w:rsidR="00E51F0A" w:rsidTr="00E51F0A" w14:paraId="426DF156" w14:textId="77777777">
        <w:tc>
          <w:tcPr>
            <w:tcW w:w="9520" w:type="dxa"/>
          </w:tcPr>
          <w:p w:rsidRPr="00DB7754" w:rsidR="00E51F0A" w:rsidP="00E51F0A" w:rsidRDefault="00E51F0A" w14:paraId="24D2B4C7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GRA4 – Budowa wieży lub </w:t>
            </w:r>
            <w:r w:rsidRPr="00DB7754" w:rsidR="00B16D57">
              <w:rPr>
                <w:rFonts w:ascii="Corbel" w:hAnsi="Corbel"/>
                <w:sz w:val="24"/>
                <w:szCs w:val="24"/>
              </w:rPr>
              <w:t>Organizacja zbytu</w:t>
            </w:r>
            <w:r w:rsidRPr="00DB7754">
              <w:rPr>
                <w:rFonts w:ascii="Corbel" w:hAnsi="Corbel"/>
                <w:sz w:val="24"/>
                <w:szCs w:val="24"/>
              </w:rPr>
              <w:t>. Planowanie strategiczne.</w:t>
            </w:r>
          </w:p>
        </w:tc>
      </w:tr>
    </w:tbl>
    <w:p w:rsidRPr="00DB7754" w:rsidR="0085747A" w:rsidP="009C54AE" w:rsidRDefault="0085747A" w14:paraId="0ED04F2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B7754" w:rsidR="0085747A" w:rsidP="009C54AE" w:rsidRDefault="009F4610" w14:paraId="687A5081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>3.4 Metody dydaktyczne</w:t>
      </w:r>
    </w:p>
    <w:p w:rsidRPr="00DB7754" w:rsidR="0085747A" w:rsidP="009C54AE" w:rsidRDefault="0085747A" w14:paraId="376F58E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B7754" w:rsidR="0085747A" w:rsidP="009C54AE" w:rsidRDefault="0085747A" w14:paraId="2F8CAAF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B7754" w:rsidR="001D0F25" w:rsidP="001D0F25" w:rsidRDefault="00E51F0A" w14:paraId="4287FDC1" w14:textId="00FD2924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b w:val="0"/>
          <w:smallCaps w:val="0"/>
          <w:szCs w:val="24"/>
        </w:rPr>
        <w:lastRenderedPageBreak/>
        <w:t xml:space="preserve">Ćwiczenia: </w:t>
      </w:r>
      <w:r w:rsidRPr="00DB7754" w:rsidR="001D0F25">
        <w:rPr>
          <w:rFonts w:ascii="Corbel" w:hAnsi="Corbel"/>
          <w:b w:val="0"/>
          <w:smallCaps w:val="0"/>
          <w:szCs w:val="24"/>
        </w:rPr>
        <w:t>gra dydaktyczna, praca indywidualna i w grupach, dyskusja</w:t>
      </w:r>
      <w:r w:rsidRPr="00DB7754" w:rsidR="00A6195C">
        <w:rPr>
          <w:rFonts w:ascii="Corbel" w:hAnsi="Corbel"/>
          <w:b w:val="0"/>
          <w:smallCaps w:val="0"/>
          <w:szCs w:val="24"/>
        </w:rPr>
        <w:t>.</w:t>
      </w:r>
    </w:p>
    <w:p w:rsidRPr="00DB7754" w:rsidR="00E960BB" w:rsidP="00A6195C" w:rsidRDefault="00A6195C" w14:paraId="2689387B" w14:textId="2C98F730">
      <w:pPr>
        <w:pStyle w:val="Punktygwne"/>
        <w:tabs>
          <w:tab w:val="left" w:pos="1950"/>
        </w:tabs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ab/>
      </w:r>
    </w:p>
    <w:p w:rsidRPr="00DB7754" w:rsidR="0085747A" w:rsidP="009C54AE" w:rsidRDefault="00C61DC5" w14:paraId="7948917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4. </w:t>
      </w:r>
      <w:r w:rsidRPr="00DB7754" w:rsidR="0085747A">
        <w:rPr>
          <w:rFonts w:ascii="Corbel" w:hAnsi="Corbel"/>
          <w:smallCaps w:val="0"/>
          <w:szCs w:val="24"/>
        </w:rPr>
        <w:t>METODY I KRYTERIA OCENY</w:t>
      </w:r>
    </w:p>
    <w:p w:rsidRPr="00DB7754" w:rsidR="00923D7D" w:rsidP="009C54AE" w:rsidRDefault="00923D7D" w14:paraId="7001405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DB7754" w:rsidR="0085747A" w:rsidP="009C54AE" w:rsidRDefault="0085747A" w14:paraId="7B0E602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4.1 Sposoby weryfikacji efektów </w:t>
      </w:r>
      <w:r w:rsidRPr="00DB7754" w:rsidR="00C05F44">
        <w:rPr>
          <w:rFonts w:ascii="Corbel" w:hAnsi="Corbel"/>
          <w:smallCaps w:val="0"/>
          <w:szCs w:val="24"/>
        </w:rPr>
        <w:t>uczenia się</w:t>
      </w:r>
    </w:p>
    <w:p w:rsidRPr="00DB7754" w:rsidR="0085747A" w:rsidP="009C54AE" w:rsidRDefault="0085747A" w14:paraId="718AF56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DB7754" w:rsidR="0085747A" w:rsidTr="19B5B4E6" w14:paraId="170A921B" w14:textId="77777777">
        <w:tc>
          <w:tcPr>
            <w:tcW w:w="1962" w:type="dxa"/>
            <w:vAlign w:val="center"/>
          </w:tcPr>
          <w:p w:rsidRPr="00DB7754" w:rsidR="0085747A" w:rsidP="009C54AE" w:rsidRDefault="0071620A" w14:paraId="7AF576C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DB7754" w:rsidR="0085747A" w:rsidP="009C54AE" w:rsidRDefault="00F974DA" w14:paraId="35DA0AE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DB7754" w:rsidR="0085747A" w:rsidP="009C54AE" w:rsidRDefault="009F4610" w14:paraId="08E127B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DB7754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DB7754" w:rsidR="00923D7D" w:rsidP="009C54AE" w:rsidRDefault="0085747A" w14:paraId="40BCA11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DB7754" w:rsidR="0085747A" w:rsidP="009C54AE" w:rsidRDefault="0085747A" w14:paraId="1F7CEFD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DB7754" w:rsidR="002F5D29" w:rsidTr="19B5B4E6" w14:paraId="07BDCC05" w14:textId="77777777">
        <w:tc>
          <w:tcPr>
            <w:tcW w:w="1962" w:type="dxa"/>
          </w:tcPr>
          <w:p w:rsidRPr="00DB7754" w:rsidR="002F5D29" w:rsidP="002F5D29" w:rsidRDefault="00A10CBD" w14:paraId="0B93DEB8" w14:textId="51954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754">
              <w:rPr>
                <w:rFonts w:ascii="Corbel" w:hAnsi="Corbel"/>
                <w:b w:val="0"/>
                <w:szCs w:val="24"/>
              </w:rPr>
              <w:t>E</w:t>
            </w:r>
            <w:r w:rsidRPr="00DB7754" w:rsidR="002F5D29">
              <w:rPr>
                <w:rFonts w:ascii="Corbel" w:hAnsi="Corbel"/>
                <w:b w:val="0"/>
                <w:szCs w:val="24"/>
              </w:rPr>
              <w:t xml:space="preserve">k_01 </w:t>
            </w:r>
          </w:p>
        </w:tc>
        <w:tc>
          <w:tcPr>
            <w:tcW w:w="5441" w:type="dxa"/>
          </w:tcPr>
          <w:p w:rsidRPr="00DB7754" w:rsidR="002F5D29" w:rsidP="002F5D29" w:rsidRDefault="002F5D29" w14:paraId="42D3E23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:rsidRPr="00DB7754" w:rsidR="002F5D29" w:rsidP="00A10CBD" w:rsidRDefault="002F5D29" w14:paraId="5599C8EB" w14:textId="4DBC41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Pr="00DB7754" w:rsidR="002F5D29" w:rsidTr="19B5B4E6" w14:paraId="19306768" w14:textId="77777777">
        <w:tc>
          <w:tcPr>
            <w:tcW w:w="1962" w:type="dxa"/>
          </w:tcPr>
          <w:p w:rsidRPr="00DB7754" w:rsidR="002F5D29" w:rsidP="002F5D29" w:rsidRDefault="00A10CBD" w14:paraId="17489DD5" w14:textId="556CE5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754">
              <w:rPr>
                <w:rFonts w:ascii="Corbel" w:hAnsi="Corbel"/>
                <w:b w:val="0"/>
                <w:szCs w:val="24"/>
              </w:rPr>
              <w:t>E</w:t>
            </w:r>
            <w:r w:rsidRPr="00DB7754" w:rsidR="002F5D29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441" w:type="dxa"/>
          </w:tcPr>
          <w:p w:rsidRPr="00DB7754" w:rsidR="002F5D29" w:rsidP="002F5D29" w:rsidRDefault="002F5D29" w14:paraId="57DBA8D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:rsidRPr="00DB7754" w:rsidR="002F5D29" w:rsidP="00A10CBD" w:rsidRDefault="002F5D29" w14:paraId="20E8AC8D" w14:textId="4A2CBE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Pr="00DB7754" w:rsidR="002F5D29" w:rsidTr="19B5B4E6" w14:paraId="317D1EA5" w14:textId="77777777">
        <w:tc>
          <w:tcPr>
            <w:tcW w:w="1962" w:type="dxa"/>
          </w:tcPr>
          <w:p w:rsidRPr="00DB7754" w:rsidR="002F5D29" w:rsidP="002F5D29" w:rsidRDefault="002F5D29" w14:paraId="70FBAD8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75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DB7754" w:rsidR="002F5D29" w:rsidP="002F5D29" w:rsidRDefault="002F5D29" w14:paraId="023C654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DB7754" w:rsidR="002F5D29" w:rsidP="00A10CBD" w:rsidRDefault="002F5D29" w14:paraId="62069488" w14:textId="318AB3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Pr="00DB7754" w:rsidR="002F5D29" w:rsidTr="19B5B4E6" w14:paraId="0F37B7FE" w14:textId="77777777">
        <w:tc>
          <w:tcPr>
            <w:tcW w:w="1962" w:type="dxa"/>
          </w:tcPr>
          <w:p w:rsidRPr="00DB7754" w:rsidR="002F5D29" w:rsidP="19B5B4E6" w:rsidRDefault="7CD6988E" w14:paraId="280D6660" w14:textId="7777777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B7754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:rsidRPr="00DB7754" w:rsidR="002F5D29" w:rsidP="002F5D29" w:rsidRDefault="002F5D29" w14:paraId="251D40D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DB7754" w:rsidR="002F5D29" w:rsidP="00A10CBD" w:rsidRDefault="002F5D29" w14:paraId="6E4CB139" w14:textId="311EB0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Pr="00DB7754" w:rsidR="19B5B4E6" w:rsidTr="19B5B4E6" w14:paraId="39B54C04" w14:textId="77777777">
        <w:tc>
          <w:tcPr>
            <w:tcW w:w="1962" w:type="dxa"/>
          </w:tcPr>
          <w:p w:rsidRPr="00DB7754" w:rsidR="19B5B4E6" w:rsidP="19B5B4E6" w:rsidRDefault="19B5B4E6" w14:paraId="0A4C4625" w14:textId="3B80578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B7754">
              <w:rPr>
                <w:rFonts w:ascii="Corbel" w:hAnsi="Corbel"/>
                <w:b w:val="0"/>
              </w:rPr>
              <w:t>Ek_0</w:t>
            </w:r>
            <w:r w:rsidRPr="00DB7754" w:rsidR="59D5AD1A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:rsidRPr="00DB7754" w:rsidR="19B5B4E6" w:rsidP="19B5B4E6" w:rsidRDefault="19B5B4E6" w14:paraId="123B2E8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DB7754" w:rsidR="19B5B4E6" w:rsidP="19B5B4E6" w:rsidRDefault="19B5B4E6" w14:paraId="0D939CAA" w14:textId="311EB0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Pr="00DB7754" w:rsidR="19B5B4E6" w:rsidTr="19B5B4E6" w14:paraId="4EC047C5" w14:textId="77777777">
        <w:tc>
          <w:tcPr>
            <w:tcW w:w="1962" w:type="dxa"/>
          </w:tcPr>
          <w:p w:rsidRPr="00DB7754" w:rsidR="19B5B4E6" w:rsidP="19B5B4E6" w:rsidRDefault="19B5B4E6" w14:paraId="381FF536" w14:textId="03E3EBC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B7754">
              <w:rPr>
                <w:rFonts w:ascii="Corbel" w:hAnsi="Corbel"/>
                <w:b w:val="0"/>
              </w:rPr>
              <w:t>Ek_0</w:t>
            </w:r>
            <w:r w:rsidRPr="00DB7754" w:rsidR="32FB94EC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:rsidRPr="00DB7754" w:rsidR="19B5B4E6" w:rsidP="19B5B4E6" w:rsidRDefault="19B5B4E6" w14:paraId="1AF0BE9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DB7754" w:rsidR="19B5B4E6" w:rsidP="19B5B4E6" w:rsidRDefault="19B5B4E6" w14:paraId="7C9A7239" w14:textId="311EB0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:rsidRPr="00DB7754" w:rsidR="00923D7D" w:rsidP="009C54AE" w:rsidRDefault="00923D7D" w14:paraId="679A4E7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B7754" w:rsidR="0085747A" w:rsidP="009C54AE" w:rsidRDefault="003E1941" w14:paraId="25C1C24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4.2 </w:t>
      </w:r>
      <w:r w:rsidRPr="00DB7754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DB7754" w:rsidR="00923D7D" w:rsidP="009C54AE" w:rsidRDefault="00923D7D" w14:paraId="15466EA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B7754" w:rsidR="0085747A" w:rsidTr="00923D7D" w14:paraId="042B9B8B" w14:textId="77777777">
        <w:tc>
          <w:tcPr>
            <w:tcW w:w="9670" w:type="dxa"/>
          </w:tcPr>
          <w:p w:rsidRPr="00DB7754" w:rsidR="00A7319F" w:rsidP="00A7319F" w:rsidRDefault="00A7319F" w14:paraId="77F9C5B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:rsidRPr="00DB7754" w:rsidR="00A7319F" w:rsidP="00A7319F" w:rsidRDefault="00A7319F" w14:paraId="442398C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- obowiązkowe uczestnictwo w zajęciach, realizowanych w blokach 5 godzinnych. </w:t>
            </w:r>
          </w:p>
          <w:p w:rsidRPr="00DB7754" w:rsidR="00A7319F" w:rsidP="00A7319F" w:rsidRDefault="00A7319F" w14:paraId="24A9289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:rsidRPr="00DB7754" w:rsidR="0085747A" w:rsidP="00A7319F" w:rsidRDefault="00A7319F" w14:paraId="5F561334" w14:textId="65A0D5A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Ocena na zaliczenie jest wypadkową z uczestnictwa w zajęciach i pozytywnej odpowiedzi na pytanie związane z tematyką realizowanej gry. </w:t>
            </w:r>
          </w:p>
        </w:tc>
      </w:tr>
    </w:tbl>
    <w:p w:rsidRPr="00DB7754" w:rsidR="0085747A" w:rsidP="009C54AE" w:rsidRDefault="0085747A" w14:paraId="17FADB5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B7754" w:rsidR="009F4610" w:rsidP="009C54AE" w:rsidRDefault="0085747A" w14:paraId="0DBC98A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B7754">
        <w:rPr>
          <w:rFonts w:ascii="Corbel" w:hAnsi="Corbel"/>
          <w:b/>
          <w:sz w:val="24"/>
          <w:szCs w:val="24"/>
        </w:rPr>
        <w:t xml:space="preserve">5. </w:t>
      </w:r>
      <w:r w:rsidRPr="00DB7754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DB7754" w:rsidR="0085747A" w:rsidP="009C54AE" w:rsidRDefault="0085747A" w14:paraId="1738290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DB7754" w:rsidR="0085747A" w:rsidTr="003E1941" w14:paraId="03DCFE1A" w14:textId="77777777">
        <w:tc>
          <w:tcPr>
            <w:tcW w:w="4962" w:type="dxa"/>
            <w:vAlign w:val="center"/>
          </w:tcPr>
          <w:p w:rsidRPr="00DB7754" w:rsidR="0085747A" w:rsidP="009C54AE" w:rsidRDefault="00C61DC5" w14:paraId="608B223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775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DB7754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B775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DB7754" w:rsidR="0085747A" w:rsidP="009C54AE" w:rsidRDefault="00C61DC5" w14:paraId="54ACCA6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775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DB7754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B775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DB7754" w:rsidR="0085747A" w:rsidTr="00923D7D" w14:paraId="10CB1F4D" w14:textId="77777777">
        <w:tc>
          <w:tcPr>
            <w:tcW w:w="4962" w:type="dxa"/>
          </w:tcPr>
          <w:p w:rsidRPr="00DB7754" w:rsidR="0085747A" w:rsidP="009C54AE" w:rsidRDefault="00C61DC5" w14:paraId="500CDF8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</w:t>
            </w:r>
            <w:r w:rsidRPr="00DB7754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B7754">
              <w:rPr>
                <w:rFonts w:ascii="Corbel" w:hAnsi="Corbel"/>
                <w:sz w:val="24"/>
                <w:szCs w:val="24"/>
              </w:rPr>
              <w:t>kontaktowe</w:t>
            </w:r>
            <w:r w:rsidRPr="00DB7754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B7754">
              <w:rPr>
                <w:rFonts w:ascii="Corbel" w:hAnsi="Corbel"/>
                <w:sz w:val="24"/>
                <w:szCs w:val="24"/>
              </w:rPr>
              <w:t>ynikające</w:t>
            </w:r>
            <w:r w:rsidRPr="00DB7754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DB7754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B775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DB7754" w:rsidR="0085747A" w:rsidP="00574E4D" w:rsidRDefault="00574E4D" w14:paraId="18E7D46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DB7754" w:rsidR="00C61DC5" w:rsidTr="00923D7D" w14:paraId="2B768E88" w14:textId="77777777">
        <w:tc>
          <w:tcPr>
            <w:tcW w:w="4962" w:type="dxa"/>
          </w:tcPr>
          <w:p w:rsidRPr="00DB7754" w:rsidR="00C61DC5" w:rsidP="009C54AE" w:rsidRDefault="00C61DC5" w14:paraId="5B7C77D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DB7754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DB7754" w:rsidR="00C61DC5" w:rsidP="009C54AE" w:rsidRDefault="00C61DC5" w14:paraId="510DFC5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Pr="00DB7754" w:rsidR="00C61DC5" w:rsidP="00574E4D" w:rsidRDefault="00574E4D" w14:paraId="2095BCB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DB7754" w:rsidR="00C61DC5" w:rsidTr="00923D7D" w14:paraId="334265A1" w14:textId="77777777">
        <w:tc>
          <w:tcPr>
            <w:tcW w:w="4962" w:type="dxa"/>
          </w:tcPr>
          <w:p w:rsidRPr="00DB7754" w:rsidR="00C61DC5" w:rsidP="00A6195C" w:rsidRDefault="00C61DC5" w14:paraId="792D453A" w14:textId="2587CE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Pr="00DB7754" w:rsidR="00A6195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B7754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:rsidRPr="00DB7754" w:rsidR="00C61DC5" w:rsidP="00574E4D" w:rsidRDefault="00574E4D" w14:paraId="58C5B1C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28  </w:t>
            </w:r>
          </w:p>
        </w:tc>
      </w:tr>
      <w:tr w:rsidRPr="00DB7754" w:rsidR="0085747A" w:rsidTr="00923D7D" w14:paraId="77C54EDE" w14:textId="77777777">
        <w:tc>
          <w:tcPr>
            <w:tcW w:w="4962" w:type="dxa"/>
          </w:tcPr>
          <w:p w:rsidRPr="00DB7754" w:rsidR="0085747A" w:rsidP="009C54AE" w:rsidRDefault="0085747A" w14:paraId="1541A3C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DB7754" w:rsidR="0085747A" w:rsidP="00574E4D" w:rsidRDefault="00574E4D" w14:paraId="1234344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DB7754" w:rsidR="0085747A" w:rsidTr="00923D7D" w14:paraId="7BBBBC16" w14:textId="77777777">
        <w:tc>
          <w:tcPr>
            <w:tcW w:w="4962" w:type="dxa"/>
          </w:tcPr>
          <w:p w:rsidRPr="00DB7754" w:rsidR="0085747A" w:rsidP="009C54AE" w:rsidRDefault="0085747A" w14:paraId="676F8FC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B775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DB7754" w:rsidR="0085747A" w:rsidP="00574E4D" w:rsidRDefault="00574E4D" w14:paraId="3DEB021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DB7754" w:rsidR="0085747A" w:rsidP="009C54AE" w:rsidRDefault="00923D7D" w14:paraId="6C2B9DBD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B7754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DB7754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DB7754" w:rsidR="003E1941" w:rsidP="009C54AE" w:rsidRDefault="003E1941" w14:paraId="604F3E5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B7754" w:rsidR="0085747A" w:rsidP="009C54AE" w:rsidRDefault="0071620A" w14:paraId="5B1771F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6. </w:t>
      </w:r>
      <w:r w:rsidRPr="00DB7754" w:rsidR="0085747A">
        <w:rPr>
          <w:rFonts w:ascii="Corbel" w:hAnsi="Corbel"/>
          <w:smallCaps w:val="0"/>
          <w:szCs w:val="24"/>
        </w:rPr>
        <w:t>PRAKTYKI ZAWO</w:t>
      </w:r>
      <w:r w:rsidRPr="00DB7754" w:rsidR="009D3F3B">
        <w:rPr>
          <w:rFonts w:ascii="Corbel" w:hAnsi="Corbel"/>
          <w:smallCaps w:val="0"/>
          <w:szCs w:val="24"/>
        </w:rPr>
        <w:t>DOWE W RAMACH PRZEDMIOTU</w:t>
      </w:r>
    </w:p>
    <w:p w:rsidRPr="00DB7754" w:rsidR="0085747A" w:rsidP="009C54AE" w:rsidRDefault="0085747A" w14:paraId="2D7CBD58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817"/>
        <w:gridCol w:w="4817"/>
      </w:tblGrid>
      <w:tr w:rsidRPr="00DB7754" w:rsidR="0085747A" w:rsidTr="001E4F6F" w14:paraId="74BE2AD5" w14:textId="77777777">
        <w:trPr>
          <w:trHeight w:val="436"/>
          <w:jc w:val="center"/>
        </w:trPr>
        <w:tc>
          <w:tcPr>
            <w:tcW w:w="4817" w:type="dxa"/>
            <w:vAlign w:val="center"/>
          </w:tcPr>
          <w:p w:rsidRPr="00DB7754" w:rsidR="0085747A" w:rsidP="009C54AE" w:rsidRDefault="0085747A" w14:paraId="2578A8E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17" w:type="dxa"/>
            <w:vAlign w:val="center"/>
          </w:tcPr>
          <w:p w:rsidRPr="00DB7754" w:rsidR="0085747A" w:rsidP="001E4F6F" w:rsidRDefault="00A6195C" w14:paraId="20F511F2" w14:textId="145DF3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DB7754" w:rsidR="0085747A" w:rsidTr="001E4F6F" w14:paraId="746102FD" w14:textId="77777777">
        <w:trPr>
          <w:trHeight w:val="436"/>
          <w:jc w:val="center"/>
        </w:trPr>
        <w:tc>
          <w:tcPr>
            <w:tcW w:w="4817" w:type="dxa"/>
            <w:vAlign w:val="center"/>
          </w:tcPr>
          <w:p w:rsidRPr="00DB7754" w:rsidR="0085747A" w:rsidP="009C54AE" w:rsidRDefault="0085747A" w14:paraId="3E7E16E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17" w:type="dxa"/>
            <w:vAlign w:val="center"/>
          </w:tcPr>
          <w:p w:rsidRPr="00DB7754" w:rsidR="0085747A" w:rsidP="001E4F6F" w:rsidRDefault="00A6195C" w14:paraId="064085FE" w14:textId="5EE864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DB7754" w:rsidR="003E1941" w:rsidP="009C54AE" w:rsidRDefault="003E1941" w14:paraId="48BC9A1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B7754" w:rsidR="0085747A" w:rsidP="009C54AE" w:rsidRDefault="00675843" w14:paraId="066F8F9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7. </w:t>
      </w:r>
      <w:r w:rsidRPr="00DB7754" w:rsidR="0085747A">
        <w:rPr>
          <w:rFonts w:ascii="Corbel" w:hAnsi="Corbel"/>
          <w:smallCaps w:val="0"/>
          <w:szCs w:val="24"/>
        </w:rPr>
        <w:t>LITERATURA</w:t>
      </w:r>
    </w:p>
    <w:p w:rsidRPr="00DB7754" w:rsidR="00675843" w:rsidP="009C54AE" w:rsidRDefault="00675843" w14:paraId="00E5432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Pr="00DB7754" w:rsidR="0085747A" w:rsidTr="19B5B4E6" w14:paraId="42CA8668" w14:textId="77777777">
        <w:trPr>
          <w:trHeight w:val="397"/>
        </w:trPr>
        <w:tc>
          <w:tcPr>
            <w:tcW w:w="9639" w:type="dxa"/>
          </w:tcPr>
          <w:p w:rsidRPr="00DB7754" w:rsidR="0085747A" w:rsidP="00684D02" w:rsidRDefault="0085747A" w14:paraId="764E86E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:rsidRPr="00DB7754" w:rsidR="00574E4D" w:rsidP="00A6195C" w:rsidRDefault="00574E4D" w14:paraId="3D998A22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Buglewicz K., Społeczna odpowiedzialność biznesu. Nowa wartość konkurencyjna, PWE Warszawa 2017</w:t>
            </w:r>
          </w:p>
          <w:p w:rsidRPr="00DB7754" w:rsidR="00574E4D" w:rsidP="00A6195C" w:rsidRDefault="00574E4D" w14:paraId="46550D4C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:rsidRPr="00DB7754" w:rsidR="00574E4D" w:rsidP="00A6195C" w:rsidRDefault="00574E4D" w14:paraId="47EBF95F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Tracy B., Zarz</w:t>
            </w:r>
            <w:r w:rsidRPr="00DB7754" w:rsidR="00684D02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DB7754">
              <w:rPr>
                <w:rFonts w:ascii="Corbel" w:hAnsi="Corbel"/>
                <w:b w:val="0"/>
                <w:smallCaps w:val="0"/>
                <w:szCs w:val="24"/>
              </w:rPr>
              <w:t>dzanie czasem, MT Biznes, 2014</w:t>
            </w:r>
          </w:p>
        </w:tc>
      </w:tr>
      <w:tr w:rsidRPr="00DB7754" w:rsidR="0085747A" w:rsidTr="19B5B4E6" w14:paraId="788CA2B0" w14:textId="77777777">
        <w:trPr>
          <w:trHeight w:val="397"/>
        </w:trPr>
        <w:tc>
          <w:tcPr>
            <w:tcW w:w="9639" w:type="dxa"/>
          </w:tcPr>
          <w:p w:rsidRPr="003A71F2" w:rsidR="0085747A" w:rsidP="19B5B4E6" w:rsidRDefault="0085747A" w14:paraId="6E9315E6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A71F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Literatura uzupełniająca: </w:t>
            </w:r>
          </w:p>
          <w:p w:rsidRPr="00DB7754" w:rsidR="00574E4D" w:rsidP="19B5B4E6" w:rsidRDefault="00684D02" w14:paraId="1BBC1BC2" w14:textId="7777777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</w:p>
          <w:p w:rsidRPr="00DB7754" w:rsidR="00574E4D" w:rsidP="19B5B4E6" w:rsidRDefault="3EA18B74" w14:paraId="4FF253F4" w14:textId="5857673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Falecki J., Organizacja gier decyzyjnych w zarządzaniu kryzysowym – gry decyzyjne w zarządzaniu kryzysowym, Wyższa Szkoła Humanitas, Sosnowiec 201</w:t>
            </w:r>
            <w:r w:rsidRPr="00DB7754" w:rsidR="00684D02">
              <w:rPr>
                <w:rFonts w:ascii="Corbel" w:hAnsi="Corbel"/>
                <w:sz w:val="24"/>
                <w:szCs w:val="24"/>
              </w:rPr>
              <w:t>5</w:t>
            </w:r>
          </w:p>
          <w:p w:rsidRPr="00DB7754" w:rsidR="00574E4D" w:rsidP="19B5B4E6" w:rsidRDefault="48AB2270" w14:paraId="1A81970E" w14:textId="1309A24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Szara K., Kapitał kreatywny w przedsiębiorstwie, CeDeWu, Warszawa, 2019</w:t>
            </w:r>
          </w:p>
        </w:tc>
      </w:tr>
    </w:tbl>
    <w:p w:rsidRPr="00DB7754" w:rsidR="0085747A" w:rsidP="009C54AE" w:rsidRDefault="00684D02" w14:paraId="464A396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B7754">
        <w:rPr>
          <w:rFonts w:ascii="Corbel" w:hAnsi="Corbel"/>
          <w:b w:val="0"/>
          <w:smallCaps w:val="0"/>
          <w:szCs w:val="24"/>
        </w:rPr>
        <w:br w:type="textWrapping" w:clear="all"/>
      </w:r>
    </w:p>
    <w:p w:rsidRPr="00DB7754" w:rsidR="0085747A" w:rsidP="009C54AE" w:rsidRDefault="0085747A" w14:paraId="28888A1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1927841B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B775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C3313" w:rsidP="00C16ABF" w:rsidRDefault="003C3313" w14:paraId="0F7946C4" w14:textId="77777777">
      <w:pPr>
        <w:spacing w:after="0" w:line="240" w:lineRule="auto"/>
      </w:pPr>
      <w:r>
        <w:separator/>
      </w:r>
    </w:p>
  </w:endnote>
  <w:endnote w:type="continuationSeparator" w:id="0">
    <w:p w:rsidR="003C3313" w:rsidP="00C16ABF" w:rsidRDefault="003C3313" w14:paraId="24965BA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C3313" w:rsidP="00C16ABF" w:rsidRDefault="003C3313" w14:paraId="0DBFCEFD" w14:textId="77777777">
      <w:pPr>
        <w:spacing w:after="0" w:line="240" w:lineRule="auto"/>
      </w:pPr>
      <w:r>
        <w:separator/>
      </w:r>
    </w:p>
  </w:footnote>
  <w:footnote w:type="continuationSeparator" w:id="0">
    <w:p w:rsidR="003C3313" w:rsidP="00C16ABF" w:rsidRDefault="003C3313" w14:paraId="189B0D38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46A07F2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ADF2C44"/>
    <w:multiLevelType w:val="hybridMultilevel"/>
    <w:tmpl w:val="CB342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347B8"/>
    <w:multiLevelType w:val="multilevel"/>
    <w:tmpl w:val="6360B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FD17C83"/>
    <w:multiLevelType w:val="hybridMultilevel"/>
    <w:tmpl w:val="17821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D96623"/>
    <w:multiLevelType w:val="hybridMultilevel"/>
    <w:tmpl w:val="F2983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5613026">
    <w:abstractNumId w:val="0"/>
  </w:num>
  <w:num w:numId="2" w16cid:durableId="1471090766">
    <w:abstractNumId w:val="2"/>
  </w:num>
  <w:num w:numId="3" w16cid:durableId="421609587">
    <w:abstractNumId w:val="1"/>
  </w:num>
  <w:num w:numId="4" w16cid:durableId="142436128">
    <w:abstractNumId w:val="3"/>
  </w:num>
  <w:num w:numId="5" w16cid:durableId="79733590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75F"/>
    <w:rsid w:val="00042A51"/>
    <w:rsid w:val="00042D2E"/>
    <w:rsid w:val="00044C82"/>
    <w:rsid w:val="0004695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B91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AF8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0F25"/>
    <w:rsid w:val="001D657B"/>
    <w:rsid w:val="001D6BC8"/>
    <w:rsid w:val="001D7B54"/>
    <w:rsid w:val="001E0209"/>
    <w:rsid w:val="001E4F6F"/>
    <w:rsid w:val="001F2CA2"/>
    <w:rsid w:val="001F3DBA"/>
    <w:rsid w:val="002144C0"/>
    <w:rsid w:val="00215FA7"/>
    <w:rsid w:val="0022477D"/>
    <w:rsid w:val="002278A9"/>
    <w:rsid w:val="002336F9"/>
    <w:rsid w:val="0024028F"/>
    <w:rsid w:val="0024281D"/>
    <w:rsid w:val="00244ABC"/>
    <w:rsid w:val="0024574E"/>
    <w:rsid w:val="0025634C"/>
    <w:rsid w:val="0027663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C0A"/>
    <w:rsid w:val="002C1F06"/>
    <w:rsid w:val="002D3375"/>
    <w:rsid w:val="002D73D4"/>
    <w:rsid w:val="002F02A3"/>
    <w:rsid w:val="002F4ABE"/>
    <w:rsid w:val="002F5D2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D65"/>
    <w:rsid w:val="00363F78"/>
    <w:rsid w:val="003A0A5B"/>
    <w:rsid w:val="003A1176"/>
    <w:rsid w:val="003A71F2"/>
    <w:rsid w:val="003C0BAE"/>
    <w:rsid w:val="003C3313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7413"/>
    <w:rsid w:val="00513B6F"/>
    <w:rsid w:val="00517C63"/>
    <w:rsid w:val="005231F9"/>
    <w:rsid w:val="005256A0"/>
    <w:rsid w:val="005363C4"/>
    <w:rsid w:val="00536BDE"/>
    <w:rsid w:val="00543ACC"/>
    <w:rsid w:val="0055221B"/>
    <w:rsid w:val="0056696D"/>
    <w:rsid w:val="00574E4D"/>
    <w:rsid w:val="005916A2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6E87"/>
    <w:rsid w:val="0061029B"/>
    <w:rsid w:val="0061510A"/>
    <w:rsid w:val="00617230"/>
    <w:rsid w:val="0062004D"/>
    <w:rsid w:val="00621CE1"/>
    <w:rsid w:val="00627FC9"/>
    <w:rsid w:val="00647FA8"/>
    <w:rsid w:val="00650C5F"/>
    <w:rsid w:val="00654934"/>
    <w:rsid w:val="006620D9"/>
    <w:rsid w:val="00671958"/>
    <w:rsid w:val="00675843"/>
    <w:rsid w:val="00684D0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7A91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213"/>
    <w:rsid w:val="008E64F4"/>
    <w:rsid w:val="008F12C9"/>
    <w:rsid w:val="008F6E29"/>
    <w:rsid w:val="00916188"/>
    <w:rsid w:val="00923D7D"/>
    <w:rsid w:val="009508DF"/>
    <w:rsid w:val="00950DAC"/>
    <w:rsid w:val="00954A07"/>
    <w:rsid w:val="009774F6"/>
    <w:rsid w:val="00984B23"/>
    <w:rsid w:val="00991867"/>
    <w:rsid w:val="00997F14"/>
    <w:rsid w:val="009A1E2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CB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95C"/>
    <w:rsid w:val="00A7319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624"/>
    <w:rsid w:val="00B16D5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5A2"/>
    <w:rsid w:val="00C058B4"/>
    <w:rsid w:val="00C05F44"/>
    <w:rsid w:val="00C06F75"/>
    <w:rsid w:val="00C131B5"/>
    <w:rsid w:val="00C16ABF"/>
    <w:rsid w:val="00C170AE"/>
    <w:rsid w:val="00C26CB7"/>
    <w:rsid w:val="00C324C1"/>
    <w:rsid w:val="00C36992"/>
    <w:rsid w:val="00C56036"/>
    <w:rsid w:val="00C61305"/>
    <w:rsid w:val="00C61DC5"/>
    <w:rsid w:val="00C67E92"/>
    <w:rsid w:val="00C70A26"/>
    <w:rsid w:val="00C766DF"/>
    <w:rsid w:val="00C94B98"/>
    <w:rsid w:val="00CA2B96"/>
    <w:rsid w:val="00CA5089"/>
    <w:rsid w:val="00CA56E5"/>
    <w:rsid w:val="00CB4AD4"/>
    <w:rsid w:val="00CD6897"/>
    <w:rsid w:val="00CE5BAC"/>
    <w:rsid w:val="00CF25BE"/>
    <w:rsid w:val="00CF78ED"/>
    <w:rsid w:val="00D02B25"/>
    <w:rsid w:val="00D02EBA"/>
    <w:rsid w:val="00D17C3C"/>
    <w:rsid w:val="00D26B2C"/>
    <w:rsid w:val="00D2723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7754"/>
    <w:rsid w:val="00DC6D0C"/>
    <w:rsid w:val="00DE09C0"/>
    <w:rsid w:val="00DE4A14"/>
    <w:rsid w:val="00DE5496"/>
    <w:rsid w:val="00DF320D"/>
    <w:rsid w:val="00DF71C8"/>
    <w:rsid w:val="00E129B8"/>
    <w:rsid w:val="00E21E7D"/>
    <w:rsid w:val="00E22FBC"/>
    <w:rsid w:val="00E24BF5"/>
    <w:rsid w:val="00E25338"/>
    <w:rsid w:val="00E51E44"/>
    <w:rsid w:val="00E51F0A"/>
    <w:rsid w:val="00E63348"/>
    <w:rsid w:val="00E661B9"/>
    <w:rsid w:val="00E742AA"/>
    <w:rsid w:val="00E75FEF"/>
    <w:rsid w:val="00E77E88"/>
    <w:rsid w:val="00E8107D"/>
    <w:rsid w:val="00E960BB"/>
    <w:rsid w:val="00EA2074"/>
    <w:rsid w:val="00EA4832"/>
    <w:rsid w:val="00EA4E9D"/>
    <w:rsid w:val="00EA7806"/>
    <w:rsid w:val="00EC4899"/>
    <w:rsid w:val="00ED03AB"/>
    <w:rsid w:val="00ED32D2"/>
    <w:rsid w:val="00EE12C5"/>
    <w:rsid w:val="00EE32DE"/>
    <w:rsid w:val="00EE5457"/>
    <w:rsid w:val="00F070AB"/>
    <w:rsid w:val="00F17567"/>
    <w:rsid w:val="00F27A7B"/>
    <w:rsid w:val="00F526AF"/>
    <w:rsid w:val="00F617C3"/>
    <w:rsid w:val="00F7066B"/>
    <w:rsid w:val="00F81296"/>
    <w:rsid w:val="00F83B28"/>
    <w:rsid w:val="00F948C1"/>
    <w:rsid w:val="00F974DA"/>
    <w:rsid w:val="00FA46E5"/>
    <w:rsid w:val="00FB7DBA"/>
    <w:rsid w:val="00FC1C25"/>
    <w:rsid w:val="00FC3850"/>
    <w:rsid w:val="00FC3F45"/>
    <w:rsid w:val="00FC56CC"/>
    <w:rsid w:val="00FD3F60"/>
    <w:rsid w:val="00FD503F"/>
    <w:rsid w:val="00FD7589"/>
    <w:rsid w:val="00FF016A"/>
    <w:rsid w:val="00FF1401"/>
    <w:rsid w:val="00FF5E7D"/>
    <w:rsid w:val="19B5B4E6"/>
    <w:rsid w:val="25A0F6A9"/>
    <w:rsid w:val="2B66567F"/>
    <w:rsid w:val="2CF94F41"/>
    <w:rsid w:val="2F930CC6"/>
    <w:rsid w:val="32FB94EC"/>
    <w:rsid w:val="3BEA466A"/>
    <w:rsid w:val="3EA18B74"/>
    <w:rsid w:val="45C36F3E"/>
    <w:rsid w:val="48AB2270"/>
    <w:rsid w:val="593BD36C"/>
    <w:rsid w:val="59D5AD1A"/>
    <w:rsid w:val="62EDD40B"/>
    <w:rsid w:val="64E0D344"/>
    <w:rsid w:val="6D3B8E6A"/>
    <w:rsid w:val="761F3F67"/>
    <w:rsid w:val="7CD698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CCB0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D7D127-ACFD-47AD-9462-4045D714FB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5863AA-30C4-4D8D-BE1C-0E586ACF3A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59681C8-22A8-4EE5-9319-5A296F4A259D}"/>
</file>

<file path=customXml/itemProps4.xml><?xml version="1.0" encoding="utf-8"?>
<ds:datastoreItem xmlns:ds="http://schemas.openxmlformats.org/officeDocument/2006/customXml" ds:itemID="{FE6877FA-78EF-4EAC-AD54-C5237463D97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Szara Katarzyna</cp:lastModifiedBy>
  <cp:revision>21</cp:revision>
  <cp:lastPrinted>2019-02-06T12:12:00Z</cp:lastPrinted>
  <dcterms:created xsi:type="dcterms:W3CDTF">2020-11-23T21:43:00Z</dcterms:created>
  <dcterms:modified xsi:type="dcterms:W3CDTF">2022-05-25T07:18:45Z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